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3FFB59B9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20</w:t>
      </w:r>
      <w:r w:rsidR="00082A8D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19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-202</w:t>
      </w:r>
      <w:r w:rsidR="00082A8D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2</w:t>
      </w:r>
    </w:p>
    <w:p w14:paraId="67CB884C" w14:textId="664464A5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</w:t>
      </w:r>
      <w:r w:rsidR="00082A8D">
        <w:rPr>
          <w:rFonts w:ascii="Corbel" w:hAnsi="Corbel" w:cstheme="minorHAnsi"/>
          <w:sz w:val="24"/>
          <w:szCs w:val="24"/>
        </w:rPr>
        <w:t>19</w:t>
      </w:r>
      <w:r w:rsidR="004E6130" w:rsidRPr="004C2B56">
        <w:rPr>
          <w:rFonts w:ascii="Corbel" w:hAnsi="Corbel" w:cstheme="minorHAnsi"/>
          <w:sz w:val="24"/>
          <w:szCs w:val="24"/>
        </w:rPr>
        <w:t>/</w:t>
      </w:r>
      <w:r w:rsidR="00082A8D">
        <w:rPr>
          <w:rFonts w:ascii="Corbel" w:hAnsi="Corbel" w:cstheme="minorHAnsi"/>
          <w:sz w:val="24"/>
          <w:szCs w:val="24"/>
        </w:rPr>
        <w:t>20</w:t>
      </w:r>
      <w:bookmarkStart w:id="0" w:name="_GoBack"/>
      <w:bookmarkEnd w:id="0"/>
      <w:r w:rsidR="00082A8D">
        <w:rPr>
          <w:rFonts w:ascii="Corbel" w:hAnsi="Corbel" w:cstheme="minorHAnsi"/>
          <w:sz w:val="24"/>
          <w:szCs w:val="24"/>
        </w:rPr>
        <w:t>20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42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9FF1F" w14:textId="77777777" w:rsidR="00FA399B" w:rsidRDefault="00FA399B" w:rsidP="00C16ABF">
      <w:pPr>
        <w:spacing w:after="0" w:line="240" w:lineRule="auto"/>
      </w:pPr>
      <w:r>
        <w:separator/>
      </w:r>
    </w:p>
  </w:endnote>
  <w:endnote w:type="continuationSeparator" w:id="0">
    <w:p w14:paraId="651493E4" w14:textId="77777777" w:rsidR="00FA399B" w:rsidRDefault="00FA39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AB5AD" w14:textId="77777777" w:rsidR="00FA399B" w:rsidRDefault="00FA399B" w:rsidP="00C16ABF">
      <w:pPr>
        <w:spacing w:after="0" w:line="240" w:lineRule="auto"/>
      </w:pPr>
      <w:r>
        <w:separator/>
      </w:r>
    </w:p>
  </w:footnote>
  <w:footnote w:type="continuationSeparator" w:id="0">
    <w:p w14:paraId="16F5A74A" w14:textId="77777777" w:rsidR="00FA399B" w:rsidRDefault="00FA399B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2A98"/>
    <w:rsid w:val="000742DC"/>
    <w:rsid w:val="00082A8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399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8D892-B0C3-4428-992E-CDEF6329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2020-10-27T07:48:00Z</dcterms:created>
  <dcterms:modified xsi:type="dcterms:W3CDTF">2021-11-04T13:04:00Z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